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74455" w:rsidP="0069129C" w:rsidRDefault="00C74455" w14:paraId="14389D5E" w14:textId="777777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9A54BB" w:rsidP="009A54BB" w:rsidRDefault="003D6321" w14:paraId="5AF9CF07" w14:textId="3C3DABAA">
      <w:r w:rsidR="003D6321">
        <w:rPr/>
        <w:t>Wastafel</w:t>
      </w:r>
      <w:r w:rsidR="009A54BB">
        <w:rPr/>
        <w:t xml:space="preserve"> vervaardigd uit sanitair porselein</w:t>
      </w:r>
      <w:r w:rsidR="00B81B92">
        <w:rPr/>
        <w:t xml:space="preserve"> zonder</w:t>
      </w:r>
      <w:r w:rsidR="009A54BB">
        <w:rPr/>
        <w:t xml:space="preserve"> </w:t>
      </w:r>
      <w:r w:rsidR="009A54BB">
        <w:rPr/>
        <w:t>kraangat</w:t>
      </w:r>
      <w:r w:rsidR="6B3ABD7B">
        <w:rPr/>
        <w:t xml:space="preserve">, zonder </w:t>
      </w:r>
      <w:r w:rsidR="009A54BB">
        <w:rPr/>
        <w:t>overloop</w:t>
      </w:r>
    </w:p>
    <w:p w:rsidR="009A54BB" w:rsidP="009A54BB" w:rsidRDefault="009A54BB" w14:paraId="3C881C01" w14:textId="06A55589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756046">
        <w:t xml:space="preserve">.  Naar achter toe loopt de wastafel breder uit.  </w:t>
      </w:r>
    </w:p>
    <w:p w:rsidR="00756046" w:rsidP="009A54BB" w:rsidRDefault="00756046" w14:paraId="0FCF24F1" w14:textId="6A94AA09">
      <w:r>
        <w:t>De hoogte van wastafel is van die aard dat de ophanging niet zichtbaar is langs de buitenzijde</w:t>
      </w:r>
    </w:p>
    <w:p w:rsidR="00756046" w:rsidP="009A54BB" w:rsidRDefault="009A54BB" w14:paraId="08A20D9A" w14:textId="219F0A0C">
      <w:r w:rsidR="009A54BB">
        <w:rPr/>
        <w:t xml:space="preserve">Het kraanvlak is volledig vlak </w:t>
      </w:r>
      <w:r w:rsidR="56CDD6A9">
        <w:rPr/>
        <w:t>zonde</w:t>
      </w:r>
      <w:r w:rsidR="56CDD6A9">
        <w:rPr/>
        <w:t>r kraangat</w:t>
      </w:r>
      <w:r w:rsidR="009A54BB">
        <w:rPr/>
        <w:t xml:space="preserve"> </w:t>
      </w:r>
    </w:p>
    <w:p w:rsidR="009A54BB" w:rsidP="009A54BB" w:rsidRDefault="009A54BB" w14:paraId="452C4EFE" w14:textId="6C0CBFB9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:rsidRPr="000D54BA" w:rsidR="00A624B9" w:rsidP="00A624B9" w:rsidRDefault="00A624B9" w14:paraId="4FDF419C" w14:textId="77777777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:rsidRPr="009A54BB" w:rsidR="009A54BB" w:rsidP="009A54BB" w:rsidRDefault="009A54BB" w14:paraId="42E4E79F" w14:textId="77777777"/>
    <w:p w:rsidRPr="009A54BB" w:rsidR="009A54BB" w:rsidP="009A54BB" w:rsidRDefault="009A54BB" w14:paraId="62969274" w14:textId="77777777"/>
    <w:p w:rsidRPr="00C206EA" w:rsidR="008A5169" w:rsidP="00C206EA" w:rsidRDefault="008A5169" w14:paraId="457D6839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P="0069129C" w:rsidRDefault="008A5169" w14:paraId="771424C0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2F1A08" w:rsidP="002F1A08" w:rsidRDefault="002F1A08" w14:paraId="5AD2D5FB" w14:textId="77777777">
      <w:r>
        <w:t>De materie is glasporselein met een max wateropname van 0.5%.</w:t>
      </w:r>
    </w:p>
    <w:p w:rsidRPr="002F1A08" w:rsidR="002F1A08" w:rsidP="002F1A08" w:rsidRDefault="002F1A08" w14:paraId="6567DE51" w14:textId="77777777">
      <w:pPr>
        <w:ind w:left="567"/>
        <w:rPr>
          <w:u w:val="single"/>
        </w:rPr>
      </w:pPr>
    </w:p>
    <w:p w:rsidR="008A5169" w:rsidP="008A5169" w:rsidRDefault="008A5169" w14:paraId="5CC8A4FD" w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:rsidR="00DD0E11" w:rsidP="00DD0E11" w:rsidRDefault="00DD0E11" w14:paraId="186E5667" w14:textId="72960B37">
      <w:r>
        <w:t>Geëmailleerd</w:t>
      </w:r>
      <w:r w:rsidR="00756046">
        <w:t>:  dikte van de email laag is 0.6µ</w:t>
      </w:r>
    </w:p>
    <w:p w:rsidR="00DD0E11" w:rsidP="00DD0E11" w:rsidRDefault="00DD0E11" w14:paraId="5BF574C0" w14:textId="77777777">
      <w:r>
        <w:t xml:space="preserve">Mechanische belasting van 150kg gedurende 1 uur </w:t>
      </w:r>
    </w:p>
    <w:p w:rsidR="00EC40BB" w:rsidP="00DD0E11" w:rsidRDefault="00EC40BB" w14:paraId="728CC097" w14:textId="77777777">
      <w:r>
        <w:t>EN14688</w:t>
      </w:r>
    </w:p>
    <w:p w:rsidR="00DD0E11" w:rsidP="00DD0E11" w:rsidRDefault="005F4D52" w14:paraId="1CC54EB4" w14:textId="444C31DA">
      <w:r>
        <w:t>Diepte:</w:t>
      </w:r>
      <w:r>
        <w:tab/>
      </w:r>
      <w:r w:rsidR="00B81B92">
        <w:t>44</w:t>
      </w:r>
      <w:r>
        <w:t>cm</w:t>
      </w:r>
    </w:p>
    <w:p w:rsidR="005F4D52" w:rsidP="00DD0E11" w:rsidRDefault="005F4D52" w14:paraId="58690DF4" w14:textId="20A09EA0">
      <w:r>
        <w:t>Breedte:</w:t>
      </w:r>
      <w:r>
        <w:tab/>
      </w:r>
      <w:r w:rsidR="00B81B92">
        <w:t>55</w:t>
      </w:r>
      <w:r>
        <w:t>cm</w:t>
      </w:r>
    </w:p>
    <w:p w:rsidR="005F4D52" w:rsidP="00DD0E11" w:rsidRDefault="005F4D52" w14:paraId="51493D2E" w14:textId="5C681CB0">
      <w:r>
        <w:t>Hoogte:</w:t>
      </w:r>
      <w:r>
        <w:tab/>
      </w:r>
      <w:r>
        <w:t>1</w:t>
      </w:r>
      <w:r w:rsidR="00B81B92">
        <w:t>7.5</w:t>
      </w:r>
      <w:r>
        <w:t>cm</w:t>
      </w:r>
    </w:p>
    <w:p w:rsidRPr="00DD0E11" w:rsidR="005F4D52" w:rsidP="00DD0E11" w:rsidRDefault="005F4D52" w14:paraId="01BCEB00" w14:textId="77777777">
      <w:r>
        <w:t xml:space="preserve">Kleur: </w:t>
      </w:r>
      <w:r>
        <w:tab/>
      </w:r>
      <w:r>
        <w:tab/>
      </w:r>
      <w:r>
        <w:t>Wit</w:t>
      </w:r>
    </w:p>
    <w:p w:rsidR="00C206EA" w:rsidP="008A5169" w:rsidRDefault="00C206EA" w14:paraId="479017F2" w14:textId="77777777">
      <w:pPr>
        <w:pStyle w:val="Bulleted2"/>
        <w:numPr>
          <w:ilvl w:val="0"/>
          <w:numId w:val="0"/>
        </w:numPr>
      </w:pPr>
    </w:p>
    <w:p w:rsidR="00586B18" w:rsidP="00586B18" w:rsidRDefault="008A5169" w14:paraId="7DF37A8D" w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Pr="009A54BB" w:rsidR="009A54BB" w:rsidP="009A54BB" w:rsidRDefault="009A54BB" w14:paraId="00B169B0" w14:textId="46FCFFF5">
      <w:r>
        <w:t>Voor de plaatsing zijn montage gaten in de rug van de</w:t>
      </w:r>
      <w:r w:rsidR="008E4B3D">
        <w:t xml:space="preserve"> wastafel</w:t>
      </w:r>
      <w:r>
        <w:t xml:space="preserve"> voorzien</w:t>
      </w:r>
    </w:p>
    <w:p w:rsidR="00106C8C" w:rsidP="008A5169" w:rsidRDefault="00106C8C" w14:paraId="31303F28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22F3C08B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7C2E5FC2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1A1C9412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556938B3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40B113C7" w14:textId="77777777">
      <w:pPr>
        <w:pStyle w:val="Bulleted1"/>
        <w:numPr>
          <w:ilvl w:val="0"/>
          <w:numId w:val="0"/>
        </w:numPr>
      </w:pPr>
    </w:p>
    <w:p w:rsidR="00DD0E11" w:rsidP="008A5169" w:rsidRDefault="00DD0E11" w14:paraId="64509095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01C7956D" w14:textId="77777777">
      <w:pPr>
        <w:pStyle w:val="Bulleted1"/>
        <w:numPr>
          <w:ilvl w:val="0"/>
          <w:numId w:val="0"/>
        </w:numPr>
      </w:pPr>
    </w:p>
    <w:p w:rsidR="00502659" w:rsidP="008A5169" w:rsidRDefault="00502659" w14:paraId="60BC1C49" w14:textId="77777777">
      <w:pPr>
        <w:pStyle w:val="Bulleted1"/>
        <w:numPr>
          <w:ilvl w:val="0"/>
          <w:numId w:val="0"/>
        </w:numPr>
      </w:pPr>
    </w:p>
    <w:p w:rsidR="00586B18" w:rsidP="00586B18" w:rsidRDefault="00502659" w14:paraId="5D967DBF" w14:textId="77777777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:rsidRPr="00C454A1" w:rsidR="00C454A1" w:rsidP="00C454A1" w:rsidRDefault="00C454A1" w14:paraId="7162F435" w14:textId="77777777"/>
    <w:p w:rsidRPr="00586B18" w:rsidR="00586B18" w:rsidP="00586B18" w:rsidRDefault="00586B18" w14:paraId="7C3F7DB3" w14:textId="77777777"/>
    <w:p w:rsidRPr="00FF20C8" w:rsidR="00CE5E0E" w:rsidP="008A5169" w:rsidRDefault="00CE5E0E" w14:paraId="2AC64453" w14:textId="77777777">
      <w:pPr>
        <w:pStyle w:val="Bulleted1"/>
        <w:numPr>
          <w:ilvl w:val="0"/>
          <w:numId w:val="0"/>
        </w:numPr>
      </w:pPr>
    </w:p>
    <w:p w:rsidR="008A5169" w:rsidP="008A5169" w:rsidRDefault="003E31BB" w14:paraId="1337E737" w14:textId="5E2293B1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F88DB85" wp14:editId="1832E2D1">
            <wp:extent cx="5977255" cy="3122930"/>
            <wp:effectExtent l="0" t="0" r="4445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2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93C22" w:rsidRDefault="00993C22" w14:paraId="3762EABE" w14:textId="77777777">
      <w:r>
        <w:separator/>
      </w:r>
    </w:p>
  </w:endnote>
  <w:endnote w:type="continuationSeparator" w:id="0">
    <w:p w:rsidR="00993C22" w:rsidRDefault="00993C22" w14:paraId="352FEF4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5BD93CBF" w14:textId="77777777">
      <w:tc>
        <w:tcPr>
          <w:tcW w:w="3392" w:type="dxa"/>
        </w:tcPr>
        <w:p w:rsidRPr="00D06139" w:rsidR="00025544" w:rsidP="003242F8" w:rsidRDefault="0069129C" w14:paraId="1B89834A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586B18" w14:paraId="057E5B71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Pr="00D06139" w:rsidR="00025544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:rsidRPr="00D06139" w:rsidR="00025544" w:rsidP="00272819" w:rsidRDefault="00025544" w14:paraId="5B86C24F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37FC4261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93C22" w:rsidRDefault="00993C22" w14:paraId="26BBC5FE" w14:textId="77777777">
      <w:r>
        <w:separator/>
      </w:r>
    </w:p>
  </w:footnote>
  <w:footnote w:type="continuationSeparator" w:id="0">
    <w:p w:rsidR="00993C22" w:rsidRDefault="00993C22" w14:paraId="0F4203B0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223CF0" w:rsidP="00080B0F" w:rsidRDefault="006E7CAF" w14:paraId="12990A40" w14:textId="77777777">
    <w:pPr>
      <w:pStyle w:val="Koptekst"/>
      <w:rPr>
        <w:rFonts w:ascii="Arial" w:hAnsi="Arial" w:cs="Arial"/>
        <w:b/>
        <w:szCs w:val="24"/>
        <w:lang w:val="nl-BE"/>
      </w:rPr>
    </w:pPr>
    <w:r w:rsidRPr="001332A1">
      <w:rPr>
        <w:rFonts w:ascii="Arial" w:hAnsi="Arial" w:cs="Arial"/>
        <w:b/>
        <w:szCs w:val="24"/>
        <w:lang w:val="nl-BE"/>
      </w:rPr>
      <w:t xml:space="preserve">Geberit </w:t>
    </w:r>
    <w:r w:rsidR="00223CF0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 xml:space="preserve">nova </w:t>
    </w:r>
    <w:r w:rsidR="003D6321">
      <w:rPr>
        <w:rFonts w:ascii="Arial" w:hAnsi="Arial" w:cs="Arial"/>
        <w:b/>
        <w:szCs w:val="24"/>
        <w:lang w:val="nl-BE"/>
      </w:rPr>
      <w:t>wastafel</w:t>
    </w:r>
    <w:r w:rsidRPr="001332A1" w:rsidR="00586B18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443B692" wp14:editId="04BFB032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1332A1" w:rsidR="00025544" w:rsidP="00080B0F" w:rsidRDefault="00223CF0" w14:paraId="0BCA3686" w14:textId="461B8DF1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r w:rsidR="009A54BB">
      <w:rPr>
        <w:rFonts w:ascii="Arial" w:hAnsi="Arial" w:cs="Arial"/>
        <w:b/>
        <w:szCs w:val="24"/>
        <w:lang w:val="nl-BE"/>
      </w:rPr>
      <w:t>kraangat</w:t>
    </w:r>
    <w:r>
      <w:rPr>
        <w:rFonts w:ascii="Arial" w:hAnsi="Arial" w:cs="Arial"/>
        <w:b/>
        <w:szCs w:val="24"/>
        <w:lang w:val="nl-BE"/>
      </w:rPr>
      <w:t xml:space="preserve"> zonder </w:t>
    </w:r>
    <w:r w:rsidR="009A54BB">
      <w:rPr>
        <w:rFonts w:ascii="Arial" w:hAnsi="Arial" w:cs="Arial"/>
        <w:b/>
        <w:szCs w:val="24"/>
        <w:lang w:val="nl-BE"/>
      </w:rPr>
      <w:t>overloop</w:t>
    </w:r>
    <w:r w:rsidRPr="001332A1" w:rsidR="00C272EF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09221086">
    <w:abstractNumId w:val="18"/>
  </w:num>
  <w:num w:numId="2" w16cid:durableId="166287053">
    <w:abstractNumId w:val="24"/>
  </w:num>
  <w:num w:numId="3" w16cid:durableId="1256789675">
    <w:abstractNumId w:val="4"/>
  </w:num>
  <w:num w:numId="4" w16cid:durableId="1228372160">
    <w:abstractNumId w:val="3"/>
  </w:num>
  <w:num w:numId="5" w16cid:durableId="222520352">
    <w:abstractNumId w:val="14"/>
  </w:num>
  <w:num w:numId="6" w16cid:durableId="299503694">
    <w:abstractNumId w:val="16"/>
  </w:num>
  <w:num w:numId="7" w16cid:durableId="1201668581">
    <w:abstractNumId w:val="6"/>
  </w:num>
  <w:num w:numId="8" w16cid:durableId="314265034">
    <w:abstractNumId w:val="21"/>
  </w:num>
  <w:num w:numId="9" w16cid:durableId="1815442792">
    <w:abstractNumId w:val="27"/>
  </w:num>
  <w:num w:numId="10" w16cid:durableId="1309629509">
    <w:abstractNumId w:val="2"/>
  </w:num>
  <w:num w:numId="11" w16cid:durableId="991107537">
    <w:abstractNumId w:val="13"/>
  </w:num>
  <w:num w:numId="12" w16cid:durableId="621615712">
    <w:abstractNumId w:val="12"/>
  </w:num>
  <w:num w:numId="13" w16cid:durableId="919951370">
    <w:abstractNumId w:val="26"/>
  </w:num>
  <w:num w:numId="14" w16cid:durableId="1083140194">
    <w:abstractNumId w:val="8"/>
  </w:num>
  <w:num w:numId="15" w16cid:durableId="141237605">
    <w:abstractNumId w:val="0"/>
  </w:num>
  <w:num w:numId="16" w16cid:durableId="933511731">
    <w:abstractNumId w:val="11"/>
  </w:num>
  <w:num w:numId="17" w16cid:durableId="1296790060">
    <w:abstractNumId w:val="5"/>
  </w:num>
  <w:num w:numId="18" w16cid:durableId="1931767178">
    <w:abstractNumId w:val="22"/>
  </w:num>
  <w:num w:numId="19" w16cid:durableId="500582859">
    <w:abstractNumId w:val="23"/>
  </w:num>
  <w:num w:numId="20" w16cid:durableId="737437916">
    <w:abstractNumId w:val="20"/>
  </w:num>
  <w:num w:numId="21" w16cid:durableId="1427729389">
    <w:abstractNumId w:val="19"/>
  </w:num>
  <w:num w:numId="22" w16cid:durableId="1490711305">
    <w:abstractNumId w:val="15"/>
  </w:num>
  <w:num w:numId="23" w16cid:durableId="1412435083">
    <w:abstractNumId w:val="25"/>
  </w:num>
  <w:num w:numId="24" w16cid:durableId="561793312">
    <w:abstractNumId w:val="9"/>
  </w:num>
  <w:num w:numId="25" w16cid:durableId="1545292394">
    <w:abstractNumId w:val="10"/>
  </w:num>
  <w:num w:numId="26" w16cid:durableId="1412047749">
    <w:abstractNumId w:val="1"/>
  </w:num>
  <w:num w:numId="27" w16cid:durableId="476652307">
    <w:abstractNumId w:val="17"/>
  </w:num>
  <w:num w:numId="28" w16cid:durableId="1272128660">
    <w:abstractNumId w:val="7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3CF0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E31BB"/>
    <w:rsid w:val="003F34B4"/>
    <w:rsid w:val="003F4D6F"/>
    <w:rsid w:val="00402345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046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E4B3D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3C22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03D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1B92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56CDD6A9"/>
    <w:rsid w:val="672A3FAB"/>
    <w:rsid w:val="6B3AB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1857E8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AD03D8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E1E2D2-7617-4FC2-9A0D-C3237EAF167B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AF708229-8B50-428C-918F-8AA09E73E6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515BB0-FFA6-4C0E-8EDA-97A75BF25BB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2020-03-10T16:23:00Z</dcterms:created>
  <dcterms:modified xsi:type="dcterms:W3CDTF">2023-11-02T07:48:14Z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433200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